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EDF" w:rsidRPr="00D008BD" w:rsidRDefault="000E3EDF" w:rsidP="00D008BD">
      <w:pPr>
        <w:jc w:val="center"/>
        <w:rPr>
          <w:rFonts w:ascii="Comic Sans MS" w:hAnsi="Comic Sans MS"/>
          <w:sz w:val="48"/>
          <w:szCs w:val="48"/>
        </w:rPr>
      </w:pPr>
      <w:r>
        <w:rPr>
          <w:noProof/>
          <w:lang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St Laurences Primary School Forbes Crest" style="position:absolute;left:0;text-align:left;margin-left:-5.5pt;margin-top:-18pt;width:112.5pt;height:128.25pt;z-index:-251658240" wrapcoords="-144 0 -144 21474 21600 21474 21600 0 -144 0">
            <v:imagedata r:id="rId5" r:href="rId6"/>
            <w10:wrap type="tight"/>
          </v:shape>
        </w:pict>
      </w:r>
      <w:r>
        <w:rPr>
          <w:noProof/>
          <w:lang w:eastAsia="en-AU"/>
        </w:rPr>
        <w:pict>
          <v:shape id="_x0000_s1027" type="#_x0000_t75" alt="St Laurences Primary School Forbes Crest" style="position:absolute;left:0;text-align:left;margin-left:660pt;margin-top:-18pt;width:112.5pt;height:128.25pt;z-index:-251657216" wrapcoords="-144 0 -144 21474 21600 21474 21600 0 -144 0">
            <v:imagedata r:id="rId5" r:href="rId7"/>
            <w10:wrap type="tight"/>
          </v:shape>
        </w:pict>
      </w:r>
      <w:r w:rsidRPr="00D008BD">
        <w:rPr>
          <w:rFonts w:ascii="Comic Sans MS" w:hAnsi="Comic Sans MS"/>
          <w:sz w:val="48"/>
          <w:szCs w:val="48"/>
        </w:rPr>
        <w:t>St Josephs Primary School Peak Hill</w:t>
      </w:r>
    </w:p>
    <w:p w:rsidR="000E3EDF" w:rsidRDefault="000E3ED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03"/>
        <w:gridCol w:w="3903"/>
        <w:gridCol w:w="3904"/>
        <w:gridCol w:w="3904"/>
      </w:tblGrid>
      <w:tr w:rsidR="000E3EDF" w:rsidRPr="000738B2" w:rsidTr="005C266F">
        <w:tc>
          <w:tcPr>
            <w:tcW w:w="3903" w:type="dxa"/>
          </w:tcPr>
          <w:p w:rsidR="000E3EDF" w:rsidRPr="000738B2" w:rsidRDefault="000E3EDF" w:rsidP="005C266F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Focus</w:t>
            </w:r>
          </w:p>
        </w:tc>
        <w:tc>
          <w:tcPr>
            <w:tcW w:w="3903" w:type="dxa"/>
          </w:tcPr>
          <w:p w:rsidR="000E3EDF" w:rsidRPr="000738B2" w:rsidRDefault="000E3EDF" w:rsidP="005C266F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Intervention required</w:t>
            </w:r>
          </w:p>
        </w:tc>
        <w:tc>
          <w:tcPr>
            <w:tcW w:w="3904" w:type="dxa"/>
          </w:tcPr>
          <w:p w:rsidR="000E3EDF" w:rsidRPr="00ED5E3D" w:rsidRDefault="000E3EDF" w:rsidP="005C266F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D5E3D">
              <w:rPr>
                <w:rFonts w:ascii="Comic Sans MS" w:hAnsi="Comic Sans MS"/>
                <w:sz w:val="24"/>
                <w:szCs w:val="24"/>
              </w:rPr>
              <w:t>Literacy and Numeracy Plan</w:t>
            </w:r>
          </w:p>
        </w:tc>
        <w:tc>
          <w:tcPr>
            <w:tcW w:w="3904" w:type="dxa"/>
          </w:tcPr>
          <w:p w:rsidR="000E3EDF" w:rsidRPr="00ED5E3D" w:rsidRDefault="000E3EDF" w:rsidP="005C266F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D5E3D">
              <w:rPr>
                <w:rFonts w:ascii="Comic Sans MS" w:hAnsi="Comic Sans MS"/>
                <w:sz w:val="24"/>
                <w:szCs w:val="24"/>
              </w:rPr>
              <w:t>Action</w:t>
            </w:r>
          </w:p>
        </w:tc>
      </w:tr>
      <w:tr w:rsidR="000E3EDF" w:rsidRPr="000738B2" w:rsidTr="005C266F">
        <w:tc>
          <w:tcPr>
            <w:tcW w:w="3903" w:type="dxa"/>
          </w:tcPr>
          <w:p w:rsidR="000E3EDF" w:rsidRDefault="000E3EDF" w:rsidP="005C266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E3EDF" w:rsidRDefault="000E3EDF" w:rsidP="005C266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E3EDF" w:rsidRPr="000738B2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0738B2">
              <w:rPr>
                <w:rFonts w:ascii="Comic Sans MS" w:hAnsi="Comic Sans MS"/>
                <w:b/>
                <w:sz w:val="20"/>
                <w:szCs w:val="20"/>
              </w:rPr>
              <w:t>Focus 5 – Educative Leadership –</w:t>
            </w:r>
          </w:p>
          <w:p w:rsidR="000E3EDF" w:rsidRPr="000738B2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  <w:u w:val="single"/>
              </w:rPr>
            </w:pPr>
            <w:r w:rsidRPr="000738B2">
              <w:rPr>
                <w:rFonts w:ascii="Comic Sans MS" w:hAnsi="Comic Sans MS"/>
                <w:sz w:val="20"/>
                <w:szCs w:val="20"/>
                <w:u w:val="single"/>
              </w:rPr>
              <w:t>Leadership based on evidence</w:t>
            </w:r>
          </w:p>
          <w:p w:rsidR="000E3EDF" w:rsidRPr="000738B2" w:rsidRDefault="000E3EDF" w:rsidP="005C266F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0738B2">
              <w:rPr>
                <w:rFonts w:ascii="Comic Sans MS" w:hAnsi="Comic Sans MS"/>
                <w:sz w:val="20"/>
                <w:szCs w:val="20"/>
              </w:rPr>
              <w:t>Has procedures for the routines collection of relevant evidence.</w:t>
            </w:r>
          </w:p>
          <w:p w:rsidR="000E3EDF" w:rsidRPr="000738B2" w:rsidRDefault="000E3EDF" w:rsidP="005C266F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0738B2">
              <w:rPr>
                <w:rFonts w:ascii="Comic Sans MS" w:hAnsi="Comic Sans MS"/>
                <w:sz w:val="20"/>
                <w:szCs w:val="20"/>
              </w:rPr>
              <w:t>Has procedures for interpreting data.</w:t>
            </w:r>
          </w:p>
          <w:p w:rsidR="000E3EDF" w:rsidRPr="000738B2" w:rsidRDefault="000E3EDF" w:rsidP="005C266F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0738B2">
              <w:rPr>
                <w:rFonts w:ascii="Comic Sans MS" w:hAnsi="Comic Sans MS"/>
                <w:sz w:val="20"/>
                <w:szCs w:val="20"/>
              </w:rPr>
              <w:t>Acts on the basis of feedback</w:t>
            </w:r>
            <w:r>
              <w:rPr>
                <w:rFonts w:ascii="Comic Sans MS" w:hAnsi="Comic Sans MS"/>
                <w:sz w:val="20"/>
                <w:szCs w:val="20"/>
              </w:rPr>
              <w:t xml:space="preserve"> on</w:t>
            </w:r>
            <w:r w:rsidRPr="000738B2">
              <w:rPr>
                <w:rFonts w:ascii="Comic Sans MS" w:hAnsi="Comic Sans MS"/>
                <w:sz w:val="20"/>
                <w:szCs w:val="20"/>
              </w:rPr>
              <w:t xml:space="preserve"> performance</w:t>
            </w:r>
          </w:p>
          <w:p w:rsidR="000E3EDF" w:rsidRPr="000738B2" w:rsidRDefault="000E3EDF" w:rsidP="005C266F">
            <w:pPr>
              <w:spacing w:after="0" w:line="240" w:lineRule="auto"/>
            </w:pPr>
          </w:p>
        </w:tc>
        <w:tc>
          <w:tcPr>
            <w:tcW w:w="3903" w:type="dxa"/>
          </w:tcPr>
          <w:p w:rsidR="000E3EDF" w:rsidRPr="000738B2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0738B2" w:rsidRDefault="000E3EDF" w:rsidP="005C266F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0738B2">
              <w:rPr>
                <w:rFonts w:ascii="Comic Sans MS" w:hAnsi="Comic Sans MS"/>
                <w:sz w:val="20"/>
                <w:szCs w:val="20"/>
              </w:rPr>
              <w:t>Currently the only data collected and stored is in teacher’s classroom programs.</w:t>
            </w:r>
          </w:p>
          <w:p w:rsidR="000E3EDF" w:rsidRPr="000738B2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0738B2" w:rsidRDefault="000E3EDF" w:rsidP="005C26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0738B2">
              <w:rPr>
                <w:rFonts w:ascii="Comic Sans MS" w:hAnsi="Comic Sans MS"/>
                <w:sz w:val="20"/>
                <w:szCs w:val="20"/>
              </w:rPr>
              <w:t>LST Teacher is currently devising a system for the collection of data from standardised testing.</w:t>
            </w:r>
          </w:p>
          <w:p w:rsidR="000E3EDF" w:rsidRPr="000738B2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0738B2" w:rsidRDefault="000E3EDF" w:rsidP="005C26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Classroom assessments to be analysed </w:t>
            </w:r>
          </w:p>
          <w:p w:rsidR="000E3EDF" w:rsidRPr="000738B2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0738B2" w:rsidRDefault="000E3EDF" w:rsidP="005C266F">
            <w:pPr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0738B2" w:rsidRDefault="000E3EDF" w:rsidP="005C266F">
            <w:pPr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0738B2" w:rsidRDefault="000E3EDF" w:rsidP="005C266F">
            <w:pPr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904" w:type="dxa"/>
          </w:tcPr>
          <w:p w:rsidR="000E3EDF" w:rsidRPr="0065799D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65799D" w:rsidRDefault="000E3EDF" w:rsidP="005C266F">
            <w:pPr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5799D">
              <w:rPr>
                <w:rFonts w:ascii="Comic Sans MS" w:hAnsi="Comic Sans MS"/>
                <w:sz w:val="20"/>
                <w:szCs w:val="20"/>
              </w:rPr>
              <w:t>Ensure every student achieves 2 years growth in both literacy and numeracy.</w:t>
            </w:r>
          </w:p>
          <w:p w:rsidR="000E3EDF" w:rsidRPr="0065799D" w:rsidRDefault="000E3EDF" w:rsidP="005C266F">
            <w:pPr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65799D" w:rsidRDefault="000E3EDF" w:rsidP="005C266F">
            <w:pPr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5799D">
              <w:rPr>
                <w:rFonts w:ascii="Comic Sans MS" w:hAnsi="Comic Sans MS"/>
                <w:sz w:val="20"/>
                <w:szCs w:val="20"/>
              </w:rPr>
              <w:t>Establish a tracking system to record student growth from K-6</w:t>
            </w:r>
          </w:p>
          <w:p w:rsidR="000E3EDF" w:rsidRPr="0065799D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65799D" w:rsidRDefault="000E3EDF" w:rsidP="005C266F">
            <w:pPr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5799D">
              <w:rPr>
                <w:rFonts w:ascii="Comic Sans MS" w:hAnsi="Comic Sans MS"/>
                <w:sz w:val="20"/>
                <w:szCs w:val="20"/>
              </w:rPr>
              <w:t>Identify students most at risk of minimal growth</w:t>
            </w:r>
          </w:p>
          <w:p w:rsidR="000E3EDF" w:rsidRPr="0065799D" w:rsidRDefault="000E3EDF" w:rsidP="005C266F">
            <w:pPr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904" w:type="dxa"/>
          </w:tcPr>
          <w:p w:rsidR="000E3EDF" w:rsidRPr="0065799D" w:rsidRDefault="000E3EDF" w:rsidP="005C266F">
            <w:pPr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5799D">
              <w:rPr>
                <w:rFonts w:ascii="Comic Sans MS" w:hAnsi="Comic Sans MS"/>
                <w:sz w:val="20"/>
                <w:szCs w:val="20"/>
              </w:rPr>
              <w:t>Following NAPLAN results, record students with less than 2 years growth for intervention.</w:t>
            </w:r>
          </w:p>
          <w:p w:rsidR="000E3EDF" w:rsidRPr="0065799D" w:rsidRDefault="000E3EDF" w:rsidP="005C266F">
            <w:pPr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5799D">
              <w:rPr>
                <w:rFonts w:ascii="Comic Sans MS" w:hAnsi="Comic Sans MS"/>
                <w:sz w:val="20"/>
                <w:szCs w:val="20"/>
              </w:rPr>
              <w:t>Look at scaffolding maths results to give evidence of growth.</w:t>
            </w:r>
          </w:p>
          <w:p w:rsidR="000E3EDF" w:rsidRPr="0065799D" w:rsidRDefault="000E3EDF" w:rsidP="005C266F">
            <w:pPr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5799D">
              <w:rPr>
                <w:rFonts w:ascii="Comic Sans MS" w:hAnsi="Comic Sans MS"/>
                <w:sz w:val="20"/>
                <w:szCs w:val="20"/>
              </w:rPr>
              <w:t>Investigate how other Diocesan schools track growth.</w:t>
            </w:r>
          </w:p>
          <w:p w:rsidR="000E3EDF" w:rsidRPr="0065799D" w:rsidRDefault="000E3EDF" w:rsidP="005C266F">
            <w:pPr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5799D">
              <w:rPr>
                <w:rFonts w:ascii="Comic Sans MS" w:hAnsi="Comic Sans MS"/>
                <w:sz w:val="20"/>
                <w:szCs w:val="20"/>
              </w:rPr>
              <w:t>Analyse data and effectively target students who require intervention following assessment.</w:t>
            </w:r>
          </w:p>
          <w:p w:rsidR="000E3EDF" w:rsidRPr="0065799D" w:rsidRDefault="000E3EDF" w:rsidP="005C266F">
            <w:pPr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5799D">
              <w:rPr>
                <w:rFonts w:ascii="Comic Sans MS" w:hAnsi="Comic Sans MS"/>
                <w:sz w:val="20"/>
                <w:szCs w:val="20"/>
              </w:rPr>
              <w:t>Staff meeting agenda: To look at establishing a whole school approach to data analysis.</w:t>
            </w:r>
          </w:p>
        </w:tc>
      </w:tr>
      <w:tr w:rsidR="000E3EDF" w:rsidRPr="000738B2" w:rsidTr="005C266F">
        <w:tc>
          <w:tcPr>
            <w:tcW w:w="3903" w:type="dxa"/>
          </w:tcPr>
          <w:p w:rsidR="000E3EDF" w:rsidRDefault="000E3EDF" w:rsidP="005C266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E3EDF" w:rsidRPr="000738B2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  <w:u w:val="single"/>
              </w:rPr>
            </w:pPr>
            <w:r w:rsidRPr="000738B2">
              <w:rPr>
                <w:rFonts w:ascii="Comic Sans MS" w:hAnsi="Comic Sans MS"/>
                <w:b/>
                <w:sz w:val="20"/>
                <w:szCs w:val="20"/>
              </w:rPr>
              <w:t>Focus 3 – Values –</w:t>
            </w:r>
            <w:r w:rsidRPr="000738B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0738B2">
              <w:rPr>
                <w:rFonts w:ascii="Comic Sans MS" w:hAnsi="Comic Sans MS"/>
                <w:sz w:val="20"/>
                <w:szCs w:val="20"/>
                <w:u w:val="single"/>
              </w:rPr>
              <w:t>Excellence</w:t>
            </w:r>
          </w:p>
          <w:p w:rsidR="000E3EDF" w:rsidRPr="000738B2" w:rsidRDefault="000E3EDF" w:rsidP="005C266F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0738B2">
              <w:rPr>
                <w:rFonts w:ascii="Comic Sans MS" w:hAnsi="Comic Sans MS"/>
                <w:sz w:val="20"/>
                <w:szCs w:val="20"/>
              </w:rPr>
              <w:t>Shares an explicit view of what constitutes good teaching and learning.</w:t>
            </w:r>
          </w:p>
          <w:p w:rsidR="000E3EDF" w:rsidRPr="000738B2" w:rsidRDefault="000E3EDF" w:rsidP="005C266F">
            <w:pPr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0738B2" w:rsidRDefault="000E3EDF" w:rsidP="005C266F">
            <w:pPr>
              <w:numPr>
                <w:ilvl w:val="0"/>
                <w:numId w:val="8"/>
              </w:numPr>
              <w:spacing w:after="0" w:line="240" w:lineRule="auto"/>
            </w:pPr>
            <w:r w:rsidRPr="000738B2">
              <w:rPr>
                <w:rFonts w:ascii="Comic Sans MS" w:hAnsi="Comic Sans MS"/>
                <w:sz w:val="20"/>
                <w:szCs w:val="20"/>
              </w:rPr>
              <w:t>Has high expectations of students and learning.</w:t>
            </w:r>
          </w:p>
        </w:tc>
        <w:tc>
          <w:tcPr>
            <w:tcW w:w="3903" w:type="dxa"/>
          </w:tcPr>
          <w:p w:rsidR="000E3EDF" w:rsidRPr="000738B2" w:rsidRDefault="000E3EDF" w:rsidP="005C266F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0738B2">
              <w:rPr>
                <w:rFonts w:ascii="Comic Sans MS" w:hAnsi="Comic Sans MS"/>
                <w:sz w:val="20"/>
                <w:szCs w:val="20"/>
              </w:rPr>
              <w:t>Teachers need more exposure to current understandings of teaching and learning.</w:t>
            </w:r>
          </w:p>
          <w:p w:rsidR="000E3EDF" w:rsidRPr="000738B2" w:rsidRDefault="000E3EDF" w:rsidP="005C266F">
            <w:pPr>
              <w:spacing w:after="0" w:line="240" w:lineRule="auto"/>
              <w:ind w:left="720"/>
              <w:rPr>
                <w:rFonts w:ascii="Comic Sans MS" w:hAnsi="Comic Sans MS"/>
                <w:sz w:val="20"/>
                <w:szCs w:val="20"/>
              </w:rPr>
            </w:pPr>
          </w:p>
          <w:p w:rsidR="000E3EDF" w:rsidRDefault="000E3EDF" w:rsidP="005C266F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0738B2">
              <w:rPr>
                <w:rFonts w:ascii="Comic Sans MS" w:hAnsi="Comic Sans MS"/>
                <w:sz w:val="20"/>
                <w:szCs w:val="20"/>
              </w:rPr>
              <w:t>Teachers need to raise the bar of expectations of their students.</w:t>
            </w:r>
          </w:p>
          <w:p w:rsidR="000E3EDF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Default="000E3EDF" w:rsidP="005C266F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Ensuring teaching styles are flexible in order to cater for the different types of intelligence.</w:t>
            </w:r>
          </w:p>
          <w:p w:rsidR="000E3EDF" w:rsidRPr="000738B2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0738B2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0738B2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0738B2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0738B2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904" w:type="dxa"/>
          </w:tcPr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Staff Development Day on Jolly. Phonics/Grammar and implementation and evidence from K-3.</w:t>
            </w:r>
          </w:p>
          <w:p w:rsidR="000E3EDF" w:rsidRDefault="000E3EDF" w:rsidP="005C266F">
            <w:pPr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</w:p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Review/refresh first steps reading and writing.</w:t>
            </w:r>
          </w:p>
          <w:p w:rsidR="000E3EDF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Consultative process of agreed practices for the use of first steps.</w:t>
            </w:r>
          </w:p>
          <w:p w:rsidR="000E3EDF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Explore current research in how to run an effective literacy block.</w:t>
            </w:r>
          </w:p>
          <w:p w:rsidR="000E3EDF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Review current programs used in literacy  from K-6</w:t>
            </w:r>
          </w:p>
          <w:p w:rsidR="000E3EDF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To develop a consistent approach to running records.</w:t>
            </w:r>
          </w:p>
          <w:p w:rsidR="000E3EDF" w:rsidRPr="0065799D" w:rsidRDefault="000E3EDF" w:rsidP="005C266F">
            <w:pPr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904" w:type="dxa"/>
          </w:tcPr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Lead Teacher held a Jolly Phonics development day for all staff. (3/2/10)</w:t>
            </w:r>
          </w:p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Staff meeting was lead by our Diocesan teaching educator to refresh all staff members on first steps reading. (18/3/10).</w:t>
            </w:r>
          </w:p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Our Lead teacher meet with our Diocesan teaching educator along with a neighbouring Lead teacher to discuss and implement a scope and sequence that could be used with first steps (18/3/10).</w:t>
            </w:r>
          </w:p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Lead Teacher constructed a first steps folder for every staff member (25/3/10).</w:t>
            </w:r>
          </w:p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Purchased an extra set of first steps resources. Every classroom equipped with a full set of first steps reading and writing resources. (20/4/10).</w:t>
            </w:r>
          </w:p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Teachers are required to show evidence of first steps reading in their Term 2 program (14/5/10).</w:t>
            </w:r>
          </w:p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 staff meeting was held to discuss and record all resources used in each classroom in the area of literacy to identify any resources being used across classes/school in an aim to develop more continuity in our literacy programs (10/3/10).</w:t>
            </w:r>
          </w:p>
          <w:p w:rsidR="000E3EDF" w:rsidRPr="0065799D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Due to 2 of our 3 classes having more than 1 teacher, the principal has appointed one teacher from each class to be responsible for recording and completing running records frequently (3/2/10). </w:t>
            </w:r>
          </w:p>
        </w:tc>
      </w:tr>
      <w:tr w:rsidR="000E3EDF" w:rsidRPr="000738B2" w:rsidTr="005C266F">
        <w:tc>
          <w:tcPr>
            <w:tcW w:w="3903" w:type="dxa"/>
          </w:tcPr>
          <w:p w:rsidR="000E3EDF" w:rsidRDefault="000E3EDF" w:rsidP="005C266F">
            <w:pPr>
              <w:spacing w:after="0" w:line="240" w:lineRule="auto"/>
              <w:rPr>
                <w:rFonts w:ascii="Comic Sans MS" w:hAnsi="Comic Sans MS"/>
                <w:b/>
              </w:rPr>
            </w:pPr>
          </w:p>
          <w:p w:rsidR="000E3EDF" w:rsidRPr="000738B2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  <w:u w:val="single"/>
              </w:rPr>
            </w:pPr>
            <w:r w:rsidRPr="000738B2">
              <w:rPr>
                <w:rFonts w:ascii="Comic Sans MS" w:hAnsi="Comic Sans MS"/>
                <w:b/>
              </w:rPr>
              <w:t xml:space="preserve">Focus 5 – Educative leadership – </w:t>
            </w:r>
            <w:r w:rsidRPr="000738B2">
              <w:rPr>
                <w:rFonts w:ascii="Comic Sans MS" w:hAnsi="Comic Sans MS"/>
                <w:sz w:val="20"/>
                <w:szCs w:val="20"/>
                <w:u w:val="single"/>
              </w:rPr>
              <w:t>Leadership building culture and community</w:t>
            </w:r>
          </w:p>
          <w:p w:rsidR="000E3EDF" w:rsidRPr="000738B2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0738B2" w:rsidRDefault="000E3EDF" w:rsidP="005C266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0738B2">
              <w:rPr>
                <w:rFonts w:ascii="Comic Sans MS" w:hAnsi="Comic Sans MS"/>
                <w:sz w:val="20"/>
                <w:szCs w:val="20"/>
              </w:rPr>
              <w:t>Celebrates key events and achievements as a community</w:t>
            </w:r>
          </w:p>
          <w:p w:rsidR="000E3EDF" w:rsidRPr="000738B2" w:rsidRDefault="000E3EDF" w:rsidP="005C266F">
            <w:pPr>
              <w:pStyle w:val="ListParagraph"/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903" w:type="dxa"/>
          </w:tcPr>
          <w:p w:rsidR="000E3EDF" w:rsidRDefault="000E3EDF" w:rsidP="005C266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0738B2">
              <w:rPr>
                <w:rFonts w:ascii="Comic Sans MS" w:hAnsi="Comic Sans MS"/>
                <w:sz w:val="20"/>
                <w:szCs w:val="20"/>
              </w:rPr>
              <w:t>Continually invite parents to share in our school community events.</w:t>
            </w:r>
          </w:p>
          <w:p w:rsidR="000E3EDF" w:rsidRPr="000738B2" w:rsidRDefault="000E3EDF" w:rsidP="005C266F">
            <w:pPr>
              <w:pStyle w:val="ListParagraph"/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</w:p>
          <w:p w:rsidR="000E3EDF" w:rsidRDefault="000E3EDF" w:rsidP="005C266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0738B2">
              <w:rPr>
                <w:rFonts w:ascii="Comic Sans MS" w:hAnsi="Comic Sans MS"/>
                <w:sz w:val="20"/>
                <w:szCs w:val="20"/>
              </w:rPr>
              <w:t>Recognising and attending community events.</w:t>
            </w:r>
          </w:p>
          <w:p w:rsidR="000E3EDF" w:rsidRPr="000738B2" w:rsidRDefault="000E3EDF" w:rsidP="005C266F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0738B2" w:rsidRDefault="000E3EDF" w:rsidP="005C266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Continually include community members as a part of students learning in various ways.</w:t>
            </w:r>
          </w:p>
          <w:p w:rsidR="000E3EDF" w:rsidRPr="000738B2" w:rsidRDefault="000E3EDF" w:rsidP="005C266F">
            <w:pPr>
              <w:pStyle w:val="ListParagraph"/>
              <w:spacing w:after="0" w:line="240" w:lineRule="auto"/>
              <w:ind w:left="360"/>
              <w:rPr>
                <w:rFonts w:ascii="Comic Sans MS" w:hAnsi="Comic Sans MS"/>
              </w:rPr>
            </w:pPr>
          </w:p>
          <w:p w:rsidR="000E3EDF" w:rsidRPr="000738B2" w:rsidRDefault="000E3EDF" w:rsidP="005C266F">
            <w:pPr>
              <w:spacing w:after="0" w:line="240" w:lineRule="auto"/>
              <w:rPr>
                <w:rFonts w:ascii="Comic Sans MS" w:hAnsi="Comic Sans MS"/>
              </w:rPr>
            </w:pPr>
          </w:p>
          <w:p w:rsidR="000E3EDF" w:rsidRPr="000738B2" w:rsidRDefault="000E3EDF" w:rsidP="005C266F">
            <w:pPr>
              <w:spacing w:after="0" w:line="240" w:lineRule="auto"/>
              <w:rPr>
                <w:rFonts w:ascii="Comic Sans MS" w:hAnsi="Comic Sans MS"/>
              </w:rPr>
            </w:pPr>
          </w:p>
          <w:p w:rsidR="000E3EDF" w:rsidRPr="000738B2" w:rsidRDefault="000E3EDF" w:rsidP="005C266F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904" w:type="dxa"/>
          </w:tcPr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Information nights to be held at the beginning of each year.</w:t>
            </w:r>
          </w:p>
          <w:p w:rsidR="000E3EDF" w:rsidRDefault="000E3EDF" w:rsidP="005C266F">
            <w:pPr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</w:p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Term overview letters to be sent home to parents at the beginning of each term.</w:t>
            </w:r>
          </w:p>
          <w:p w:rsidR="000E3EDF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Parent/Teacher interviews to be offered each semester.</w:t>
            </w:r>
          </w:p>
          <w:p w:rsidR="000E3EDF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Newsletters</w:t>
            </w:r>
          </w:p>
          <w:p w:rsidR="000E3EDF" w:rsidRPr="0065799D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904" w:type="dxa"/>
          </w:tcPr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Our school and local community coming together as one for our annual school fete.</w:t>
            </w:r>
          </w:p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Recognising student’s achievements in the newsletter, local papers and the annual local show.</w:t>
            </w:r>
          </w:p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Encourage parents to assist in their child’s learning through regular homework.</w:t>
            </w:r>
          </w:p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Continually invite parent’s to special events such as Catholic Schools week and Holy week (19/3/10 &amp; 31/3/10)</w:t>
            </w:r>
          </w:p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Enhancing literacy in competitions such as debating and writing competitions.</w:t>
            </w:r>
          </w:p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Provide information to parents about NAPLAN.</w:t>
            </w:r>
          </w:p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Hold information nights on specific aspects in Literacy and Numeracy.</w:t>
            </w:r>
          </w:p>
          <w:p w:rsidR="000E3EDF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Open classroom and invite parents and members of the local community in for Literacy lessons.</w:t>
            </w:r>
          </w:p>
          <w:p w:rsidR="000E3EDF" w:rsidRPr="0065799D" w:rsidRDefault="000E3EDF" w:rsidP="005C266F">
            <w:pPr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Continually be a part of key events in the local community on a regular basis.</w:t>
            </w:r>
          </w:p>
        </w:tc>
      </w:tr>
      <w:tr w:rsidR="000E3EDF" w:rsidRPr="000738B2" w:rsidTr="005C266F">
        <w:tc>
          <w:tcPr>
            <w:tcW w:w="3903" w:type="dxa"/>
          </w:tcPr>
          <w:p w:rsidR="000E3EDF" w:rsidRDefault="000E3EDF" w:rsidP="005C266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E3EDF" w:rsidRPr="000738B2" w:rsidRDefault="000E3EDF" w:rsidP="005C266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0738B2">
              <w:rPr>
                <w:rFonts w:ascii="Comic Sans MS" w:hAnsi="Comic Sans MS"/>
                <w:b/>
                <w:sz w:val="20"/>
                <w:szCs w:val="20"/>
              </w:rPr>
              <w:t>Focus 1 - The Transformed Learner</w:t>
            </w:r>
          </w:p>
          <w:p w:rsidR="000E3EDF" w:rsidRDefault="000E3EDF" w:rsidP="005C266F">
            <w:pPr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0738B2">
              <w:rPr>
                <w:rFonts w:ascii="Comic Sans MS" w:hAnsi="Comic Sans MS"/>
                <w:sz w:val="20"/>
                <w:szCs w:val="20"/>
              </w:rPr>
              <w:t xml:space="preserve">Knowledgeable in different disciplines and able to make connections among them </w:t>
            </w:r>
          </w:p>
          <w:p w:rsidR="000E3EDF" w:rsidRDefault="000E3EDF" w:rsidP="005C266F">
            <w:pPr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</w:t>
            </w:r>
            <w:r w:rsidRPr="000738B2">
              <w:rPr>
                <w:rFonts w:ascii="Comic Sans MS" w:hAnsi="Comic Sans MS"/>
                <w:sz w:val="20"/>
                <w:szCs w:val="20"/>
              </w:rPr>
              <w:t>ritical and creative thinkers and problem solvers.</w:t>
            </w:r>
          </w:p>
          <w:p w:rsidR="000E3EDF" w:rsidRPr="007C5FCF" w:rsidRDefault="000E3EDF" w:rsidP="005C266F">
            <w:pPr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0738B2">
              <w:rPr>
                <w:rFonts w:ascii="Comic Sans MS" w:hAnsi="Comic Sans MS"/>
                <w:sz w:val="20"/>
                <w:szCs w:val="20"/>
              </w:rPr>
              <w:t>Committed to ongoing spiritual growth.</w:t>
            </w:r>
          </w:p>
        </w:tc>
        <w:tc>
          <w:tcPr>
            <w:tcW w:w="3903" w:type="dxa"/>
          </w:tcPr>
          <w:p w:rsidR="000E3EDF" w:rsidRDefault="000E3EDF" w:rsidP="005C266F">
            <w:pPr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</w:p>
          <w:p w:rsidR="000E3EDF" w:rsidRDefault="000E3EDF" w:rsidP="005C266F">
            <w:pPr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0738B2">
              <w:rPr>
                <w:rFonts w:ascii="Comic Sans MS" w:hAnsi="Comic Sans MS"/>
                <w:sz w:val="20"/>
                <w:szCs w:val="20"/>
              </w:rPr>
              <w:t>Need to develop critical thinking.</w:t>
            </w:r>
          </w:p>
          <w:p w:rsidR="000E3EDF" w:rsidRDefault="000E3EDF" w:rsidP="005C266F">
            <w:pPr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</w:p>
          <w:p w:rsidR="000E3EDF" w:rsidRDefault="000E3EDF" w:rsidP="005C266F">
            <w:pPr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Encourage our students to be inquisitive about the world supported by the use of technology.</w:t>
            </w:r>
          </w:p>
          <w:p w:rsidR="000E3EDF" w:rsidRPr="007C5FCF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0738B2" w:rsidRDefault="000E3EDF" w:rsidP="005C266F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>
              <w:t>Need to develop stronger links between the school and parish.</w:t>
            </w:r>
          </w:p>
          <w:p w:rsidR="000E3EDF" w:rsidRPr="000738B2" w:rsidRDefault="000E3EDF" w:rsidP="005C266F">
            <w:pPr>
              <w:spacing w:after="0" w:line="240" w:lineRule="auto"/>
            </w:pPr>
          </w:p>
          <w:p w:rsidR="000E3EDF" w:rsidRPr="000738B2" w:rsidRDefault="000E3EDF" w:rsidP="005C266F">
            <w:pPr>
              <w:spacing w:after="0" w:line="240" w:lineRule="auto"/>
            </w:pPr>
          </w:p>
          <w:p w:rsidR="000E3EDF" w:rsidRPr="000738B2" w:rsidRDefault="000E3EDF" w:rsidP="005C266F">
            <w:pPr>
              <w:spacing w:after="0" w:line="240" w:lineRule="auto"/>
            </w:pPr>
          </w:p>
          <w:p w:rsidR="000E3EDF" w:rsidRPr="000738B2" w:rsidRDefault="000E3EDF" w:rsidP="005C266F">
            <w:pPr>
              <w:spacing w:after="0" w:line="240" w:lineRule="auto"/>
            </w:pPr>
          </w:p>
        </w:tc>
        <w:tc>
          <w:tcPr>
            <w:tcW w:w="3904" w:type="dxa"/>
          </w:tcPr>
          <w:p w:rsidR="000E3EDF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65799D" w:rsidRDefault="000E3EDF" w:rsidP="005C266F">
            <w:pPr>
              <w:numPr>
                <w:ilvl w:val="3"/>
                <w:numId w:val="5"/>
              </w:numPr>
              <w:tabs>
                <w:tab w:val="clear" w:pos="2880"/>
                <w:tab w:val="num" w:pos="664"/>
              </w:tabs>
              <w:spacing w:after="0" w:line="240" w:lineRule="auto"/>
              <w:ind w:left="664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Encouraging the children to use critical thinking skills, creativity and problem solving in Literacy and Numeracy.</w:t>
            </w:r>
          </w:p>
        </w:tc>
        <w:tc>
          <w:tcPr>
            <w:tcW w:w="3904" w:type="dxa"/>
          </w:tcPr>
          <w:p w:rsidR="000E3EDF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Default="000E3EDF" w:rsidP="005C266F">
            <w:pPr>
              <w:numPr>
                <w:ilvl w:val="3"/>
                <w:numId w:val="5"/>
              </w:numPr>
              <w:tabs>
                <w:tab w:val="clear" w:pos="2880"/>
                <w:tab w:val="num" w:pos="720"/>
              </w:tabs>
              <w:spacing w:after="0" w:line="240" w:lineRule="auto"/>
              <w:ind w:left="7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ICTT to work with all children to develop their computer technology skills.</w:t>
            </w:r>
          </w:p>
          <w:p w:rsidR="000E3EDF" w:rsidRDefault="000E3EDF" w:rsidP="005C266F">
            <w:pPr>
              <w:numPr>
                <w:ilvl w:val="3"/>
                <w:numId w:val="5"/>
              </w:numPr>
              <w:tabs>
                <w:tab w:val="clear" w:pos="2880"/>
                <w:tab w:val="num" w:pos="720"/>
              </w:tabs>
              <w:spacing w:after="0" w:line="240" w:lineRule="auto"/>
              <w:ind w:left="7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Circulating school newsletters to the parish community.</w:t>
            </w:r>
          </w:p>
          <w:p w:rsidR="000E3EDF" w:rsidRDefault="000E3EDF" w:rsidP="005C266F">
            <w:pPr>
              <w:numPr>
                <w:ilvl w:val="3"/>
                <w:numId w:val="5"/>
              </w:numPr>
              <w:tabs>
                <w:tab w:val="clear" w:pos="2880"/>
                <w:tab w:val="num" w:pos="720"/>
              </w:tabs>
              <w:spacing w:after="0" w:line="240" w:lineRule="auto"/>
              <w:ind w:left="7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Plans of family masses, class and school masses. </w:t>
            </w:r>
          </w:p>
          <w:p w:rsidR="000E3EDF" w:rsidRPr="0065799D" w:rsidRDefault="000E3EDF" w:rsidP="005C266F">
            <w:pPr>
              <w:numPr>
                <w:ilvl w:val="3"/>
                <w:numId w:val="5"/>
              </w:numPr>
              <w:tabs>
                <w:tab w:val="clear" w:pos="2880"/>
                <w:tab w:val="num" w:pos="720"/>
              </w:tabs>
              <w:spacing w:after="0" w:line="240" w:lineRule="auto"/>
              <w:ind w:left="7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Invitations to parishioners to attend school functions.</w:t>
            </w:r>
          </w:p>
        </w:tc>
      </w:tr>
      <w:tr w:rsidR="000E3EDF" w:rsidRPr="000738B2" w:rsidTr="005C266F">
        <w:tc>
          <w:tcPr>
            <w:tcW w:w="3903" w:type="dxa"/>
          </w:tcPr>
          <w:p w:rsidR="000E3EDF" w:rsidRPr="000738B2" w:rsidRDefault="000E3EDF" w:rsidP="005C266F">
            <w:pPr>
              <w:spacing w:after="0" w:line="240" w:lineRule="auto"/>
              <w:rPr>
                <w:b/>
              </w:rPr>
            </w:pPr>
            <w:r w:rsidRPr="000738B2">
              <w:rPr>
                <w:b/>
              </w:rPr>
              <w:t>Focus 6 – Authentic Learning –</w:t>
            </w:r>
          </w:p>
          <w:p w:rsidR="000E3EDF" w:rsidRPr="000738B2" w:rsidRDefault="000E3EDF" w:rsidP="005C266F">
            <w:pPr>
              <w:spacing w:after="0" w:line="240" w:lineRule="auto"/>
            </w:pPr>
            <w:r w:rsidRPr="000738B2">
              <w:rPr>
                <w:u w:val="single"/>
              </w:rPr>
              <w:t>Organising for learning</w:t>
            </w:r>
          </w:p>
          <w:p w:rsidR="000E3EDF" w:rsidRPr="000738B2" w:rsidRDefault="000E3EDF" w:rsidP="005C266F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 w:rsidRPr="000738B2">
              <w:t>Uses technology to support teaching and learning.</w:t>
            </w:r>
          </w:p>
          <w:p w:rsidR="000E3EDF" w:rsidRPr="000738B2" w:rsidRDefault="000E3EDF" w:rsidP="005C266F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 w:rsidRPr="000738B2">
              <w:t>Allocates resources with a priority on learning.</w:t>
            </w:r>
          </w:p>
        </w:tc>
        <w:tc>
          <w:tcPr>
            <w:tcW w:w="3903" w:type="dxa"/>
          </w:tcPr>
          <w:p w:rsidR="000E3EDF" w:rsidRPr="002B633C" w:rsidRDefault="000E3EDF" w:rsidP="005C266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2B633C">
              <w:rPr>
                <w:rFonts w:ascii="Comic Sans MS" w:hAnsi="Comic Sans MS"/>
                <w:sz w:val="20"/>
                <w:szCs w:val="20"/>
              </w:rPr>
              <w:t>Ongoing IT professional learning in staff meetings.</w:t>
            </w:r>
          </w:p>
          <w:p w:rsidR="000E3EDF" w:rsidRPr="002B633C" w:rsidRDefault="000E3EDF" w:rsidP="005C266F">
            <w:pPr>
              <w:pStyle w:val="ListParagraph"/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2B633C" w:rsidRDefault="000E3EDF" w:rsidP="005C266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2B633C">
              <w:rPr>
                <w:rFonts w:ascii="Comic Sans MS" w:hAnsi="Comic Sans MS"/>
                <w:sz w:val="20"/>
                <w:szCs w:val="20"/>
              </w:rPr>
              <w:t xml:space="preserve">Audit resources </w:t>
            </w:r>
          </w:p>
          <w:p w:rsidR="000E3EDF" w:rsidRPr="002B633C" w:rsidRDefault="000E3EDF" w:rsidP="005C266F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2B633C" w:rsidRDefault="000E3EDF" w:rsidP="005C266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2B633C">
              <w:rPr>
                <w:rFonts w:ascii="Comic Sans MS" w:hAnsi="Comic Sans MS"/>
                <w:sz w:val="20"/>
                <w:szCs w:val="20"/>
              </w:rPr>
              <w:t>Catalogue school resources</w:t>
            </w:r>
          </w:p>
          <w:p w:rsidR="000E3EDF" w:rsidRPr="002B633C" w:rsidRDefault="000E3EDF" w:rsidP="005C266F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2B633C" w:rsidRDefault="000E3EDF" w:rsidP="005C266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2B633C">
              <w:rPr>
                <w:rFonts w:ascii="Comic Sans MS" w:hAnsi="Comic Sans MS"/>
                <w:sz w:val="20"/>
                <w:szCs w:val="20"/>
              </w:rPr>
              <w:t>Purchase Literacy and Numeracy resources.</w:t>
            </w:r>
          </w:p>
          <w:p w:rsidR="000E3EDF" w:rsidRPr="002B633C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2B633C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2B633C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2B633C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2B633C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2B633C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2B633C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904" w:type="dxa"/>
          </w:tcPr>
          <w:p w:rsidR="000E3EDF" w:rsidRDefault="000E3EDF" w:rsidP="005C266F">
            <w:pPr>
              <w:numPr>
                <w:ilvl w:val="1"/>
                <w:numId w:val="6"/>
              </w:numPr>
              <w:tabs>
                <w:tab w:val="clear" w:pos="1440"/>
                <w:tab w:val="num" w:pos="664"/>
              </w:tabs>
              <w:spacing w:after="0" w:line="240" w:lineRule="auto"/>
              <w:ind w:left="664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Up to date student reading resources from K-6.</w:t>
            </w:r>
          </w:p>
          <w:p w:rsidR="000E3EDF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Default="000E3EDF" w:rsidP="005C266F">
            <w:pPr>
              <w:numPr>
                <w:ilvl w:val="1"/>
                <w:numId w:val="6"/>
              </w:numPr>
              <w:tabs>
                <w:tab w:val="clear" w:pos="1440"/>
                <w:tab w:val="num" w:pos="664"/>
              </w:tabs>
              <w:spacing w:after="0" w:line="240" w:lineRule="auto"/>
              <w:ind w:left="664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Update text type resources.</w:t>
            </w:r>
          </w:p>
          <w:p w:rsidR="000E3EDF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Default="000E3EDF" w:rsidP="005C266F">
            <w:pPr>
              <w:numPr>
                <w:ilvl w:val="1"/>
                <w:numId w:val="6"/>
              </w:numPr>
              <w:tabs>
                <w:tab w:val="clear" w:pos="1440"/>
                <w:tab w:val="num" w:pos="664"/>
              </w:tabs>
              <w:spacing w:after="0" w:line="240" w:lineRule="auto"/>
              <w:ind w:left="664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Teacher resources in the area of spelling.</w:t>
            </w:r>
          </w:p>
          <w:p w:rsidR="000E3EDF" w:rsidRDefault="000E3EDF" w:rsidP="005C266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E3EDF" w:rsidRPr="0065799D" w:rsidRDefault="000E3EDF" w:rsidP="005C266F">
            <w:pPr>
              <w:numPr>
                <w:ilvl w:val="1"/>
                <w:numId w:val="6"/>
              </w:numPr>
              <w:tabs>
                <w:tab w:val="clear" w:pos="1440"/>
                <w:tab w:val="num" w:pos="664"/>
              </w:tabs>
              <w:spacing w:after="0" w:line="240" w:lineRule="auto"/>
              <w:ind w:left="664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Identify resources required to manage a whole school tracking system.</w:t>
            </w:r>
          </w:p>
        </w:tc>
        <w:tc>
          <w:tcPr>
            <w:tcW w:w="3904" w:type="dxa"/>
          </w:tcPr>
          <w:p w:rsidR="000E3EDF" w:rsidRDefault="000E3EDF" w:rsidP="005C266F">
            <w:pPr>
              <w:numPr>
                <w:ilvl w:val="1"/>
                <w:numId w:val="6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Neighbouring LST and our Lead Teacher to consult on the current reading resources in our school.</w:t>
            </w:r>
          </w:p>
          <w:p w:rsidR="000E3EDF" w:rsidRDefault="000E3EDF" w:rsidP="005C266F">
            <w:pPr>
              <w:numPr>
                <w:ilvl w:val="1"/>
                <w:numId w:val="6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ICTT to devise an IT action plan for staff and student learning (30/4/10).</w:t>
            </w:r>
          </w:p>
          <w:p w:rsidR="000E3EDF" w:rsidRDefault="000E3EDF" w:rsidP="005C266F">
            <w:pPr>
              <w:numPr>
                <w:ilvl w:val="1"/>
                <w:numId w:val="6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ICTT to regularly put IT staff lessons on the staff meeting agenda.</w:t>
            </w:r>
          </w:p>
          <w:p w:rsidR="000E3EDF" w:rsidRDefault="000E3EDF" w:rsidP="005C266F">
            <w:pPr>
              <w:numPr>
                <w:ilvl w:val="1"/>
                <w:numId w:val="6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Lead Teacher to consult and survey students about topics of interest in regards to reading.</w:t>
            </w:r>
          </w:p>
          <w:p w:rsidR="000E3EDF" w:rsidRDefault="000E3EDF" w:rsidP="005C266F">
            <w:pPr>
              <w:numPr>
                <w:ilvl w:val="1"/>
                <w:numId w:val="6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Staff members to give input to the Lead teacher regarding the purchase of literacy resources. </w:t>
            </w:r>
          </w:p>
          <w:p w:rsidR="000E3EDF" w:rsidRDefault="000E3EDF" w:rsidP="005C266F">
            <w:pPr>
              <w:numPr>
                <w:ilvl w:val="1"/>
                <w:numId w:val="6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Received some reading resources from the Diocesan office (21/4/10).</w:t>
            </w:r>
          </w:p>
          <w:p w:rsidR="000E3EDF" w:rsidRDefault="000E3EDF" w:rsidP="005C266F">
            <w:pPr>
              <w:numPr>
                <w:ilvl w:val="1"/>
                <w:numId w:val="6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Explore and research the use of the library barcode system to help catalogue and audit all school resources.</w:t>
            </w:r>
          </w:p>
          <w:p w:rsidR="000E3EDF" w:rsidRPr="0065799D" w:rsidRDefault="000E3EDF" w:rsidP="005C266F">
            <w:pPr>
              <w:numPr>
                <w:ilvl w:val="1"/>
                <w:numId w:val="6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Receiving the low SES funding in term 3 to help with purchase of literacy and numeracy resources in the school.</w:t>
            </w:r>
          </w:p>
        </w:tc>
      </w:tr>
    </w:tbl>
    <w:p w:rsidR="000E3EDF" w:rsidRDefault="000E3EDF"/>
    <w:sectPr w:rsidR="000E3EDF" w:rsidSect="008C1ED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D0AD2"/>
    <w:multiLevelType w:val="hybridMultilevel"/>
    <w:tmpl w:val="A0F8ED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A04D92">
      <w:start w:val="1"/>
      <w:numFmt w:val="bullet"/>
      <w:lvlText w:val="£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210FE7"/>
    <w:multiLevelType w:val="hybridMultilevel"/>
    <w:tmpl w:val="0932418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623C83"/>
    <w:multiLevelType w:val="hybridMultilevel"/>
    <w:tmpl w:val="387C650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A7A355E"/>
    <w:multiLevelType w:val="hybridMultilevel"/>
    <w:tmpl w:val="97448E8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C6F5DF9"/>
    <w:multiLevelType w:val="hybridMultilevel"/>
    <w:tmpl w:val="D0DC1D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49310A"/>
    <w:multiLevelType w:val="hybridMultilevel"/>
    <w:tmpl w:val="4CA26A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D42DFF"/>
    <w:multiLevelType w:val="hybridMultilevel"/>
    <w:tmpl w:val="4F3AD0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BD6902"/>
    <w:multiLevelType w:val="hybridMultilevel"/>
    <w:tmpl w:val="A956C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EDC"/>
    <w:rsid w:val="000738B2"/>
    <w:rsid w:val="000A4B2A"/>
    <w:rsid w:val="000E3EDF"/>
    <w:rsid w:val="002B633C"/>
    <w:rsid w:val="00380EBC"/>
    <w:rsid w:val="0039275E"/>
    <w:rsid w:val="00411606"/>
    <w:rsid w:val="004D79C4"/>
    <w:rsid w:val="005C266F"/>
    <w:rsid w:val="0065799D"/>
    <w:rsid w:val="007C5FCF"/>
    <w:rsid w:val="00823ADC"/>
    <w:rsid w:val="008C1EDC"/>
    <w:rsid w:val="008D406C"/>
    <w:rsid w:val="00A15FE3"/>
    <w:rsid w:val="00C3777F"/>
    <w:rsid w:val="00D008BD"/>
    <w:rsid w:val="00D53A99"/>
    <w:rsid w:val="00E079E6"/>
    <w:rsid w:val="00ED5E3D"/>
    <w:rsid w:val="00F20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A9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C1ED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C1E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www.wf.catholic.edu.au/Schools/PeakHillSchool/images/peakhill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wf.catholic.edu.au/Schools/PeakHillSchool/images/peakhill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</TotalTime>
  <Pages>4</Pages>
  <Words>940</Words>
  <Characters>5358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</dc:creator>
  <cp:keywords/>
  <dc:description/>
  <cp:lastModifiedBy>Dean Colmer</cp:lastModifiedBy>
  <cp:revision>4</cp:revision>
  <dcterms:created xsi:type="dcterms:W3CDTF">2010-04-27T07:31:00Z</dcterms:created>
  <dcterms:modified xsi:type="dcterms:W3CDTF">2010-04-29T00:44:00Z</dcterms:modified>
</cp:coreProperties>
</file>